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7449D30D">
                <wp:simplePos x="0" y="0"/>
                <wp:positionH relativeFrom="column">
                  <wp:posOffset>4705350</wp:posOffset>
                </wp:positionH>
                <wp:positionV relativeFrom="paragraph">
                  <wp:posOffset>-590550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25"/>
                            <a:ext cx="2413" cy="738"/>
                            <a:chOff x="9151" y="780"/>
                            <a:chExt cx="2009" cy="686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4" y="1171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7D5402CF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CCC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-C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P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-2025-000</w:t>
                                    </w:r>
                                    <w:r w:rsidR="009C0AAF">
                                      <w:rPr>
                                        <w:rStyle w:val="Style2"/>
                                        <w:sz w:val="18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8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5pt;margin-top:-46.5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625;width:2413;height:738" coordorigin="9151,780" coordsize="2009,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4;top:1171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7D5402CF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CCC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-C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P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-2025-000</w:t>
                              </w:r>
                              <w:r w:rsidR="009C0AAF">
                                <w:rPr>
                                  <w:rStyle w:val="Style2"/>
                                  <w:sz w:val="18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8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BWI5sX4AAAAAoBAAAPAAAAAAAAAAAAAAAAADUEAABkcnMvZG93bnJldi54bWxQSwUGAAAA&#10;AAQABADzAAAAQg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9C0AA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h8oDKt4AAAAKAQAADwAAAAAAAAAAAAAAAAA+BAAAZHJzL2Rvd25yZXYueG1s&#10;UEsFBgAAAAAEAAQA8wAAAEkFAAAAAA==&#10;" filled="f" stroked="f">
                <v:textbox>
                  <w:txbxContent>
                    <w:p w14:paraId="4ED5C5B7" w14:textId="77777777" w:rsidR="0026335F" w:rsidRPr="0026335F" w:rsidRDefault="009C0AA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9C0AA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" stroked="f">
                <v:textbox>
                  <w:txbxContent>
                    <w:p w14:paraId="54418A64" w14:textId="09ABAAD3" w:rsidR="002E1412" w:rsidRPr="002E1412" w:rsidRDefault="009C0AAF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40A3A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9C0AA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" stroked="f">
                <v:textbox>
                  <w:txbxContent>
                    <w:p w14:paraId="0E5773C8" w14:textId="79E13A9E" w:rsidR="002E1412" w:rsidRPr="002E1412" w:rsidRDefault="009C0AAF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B40A3A"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7C74B" w14:textId="77777777" w:rsidR="00F15F78" w:rsidRDefault="00F15F78" w:rsidP="001007E7">
      <w:pPr>
        <w:spacing w:after="0" w:line="240" w:lineRule="auto"/>
      </w:pPr>
      <w:r>
        <w:separator/>
      </w:r>
    </w:p>
  </w:endnote>
  <w:endnote w:type="continuationSeparator" w:id="0">
    <w:p w14:paraId="629BC711" w14:textId="77777777" w:rsidR="00F15F78" w:rsidRDefault="00F15F7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D581A" w14:textId="77777777" w:rsidR="00F15F78" w:rsidRDefault="00F15F78" w:rsidP="001007E7">
      <w:pPr>
        <w:spacing w:after="0" w:line="240" w:lineRule="auto"/>
      </w:pPr>
      <w:r>
        <w:separator/>
      </w:r>
    </w:p>
  </w:footnote>
  <w:footnote w:type="continuationSeparator" w:id="0">
    <w:p w14:paraId="1FB09D95" w14:textId="77777777" w:rsidR="00F15F78" w:rsidRDefault="00F15F78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4023"/>
    <w:rsid w:val="00314FCD"/>
    <w:rsid w:val="00341484"/>
    <w:rsid w:val="00391065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B3C67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12A4A"/>
    <w:rsid w:val="00820C9F"/>
    <w:rsid w:val="0082707E"/>
    <w:rsid w:val="008315B0"/>
    <w:rsid w:val="00843E12"/>
    <w:rsid w:val="008B3AE5"/>
    <w:rsid w:val="008C388B"/>
    <w:rsid w:val="00966EEE"/>
    <w:rsid w:val="00977C54"/>
    <w:rsid w:val="009C0AAF"/>
    <w:rsid w:val="009E7BAB"/>
    <w:rsid w:val="00A16099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C1371"/>
    <w:rsid w:val="00CE67A3"/>
    <w:rsid w:val="00D1201E"/>
    <w:rsid w:val="00D24FA7"/>
    <w:rsid w:val="00D45A3E"/>
    <w:rsid w:val="00D55881"/>
    <w:rsid w:val="00D6336A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C33CB"/>
    <w:rsid w:val="00EE1E7B"/>
    <w:rsid w:val="00F15F78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yvolquez</dc:creator>
  <cp:lastModifiedBy>Compras CONADIS</cp:lastModifiedBy>
  <cp:revision>2</cp:revision>
  <cp:lastPrinted>2011-03-04T18:48:00Z</cp:lastPrinted>
  <dcterms:created xsi:type="dcterms:W3CDTF">2025-10-06T12:18:00Z</dcterms:created>
  <dcterms:modified xsi:type="dcterms:W3CDTF">2025-10-06T12:18:00Z</dcterms:modified>
</cp:coreProperties>
</file>